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04" w:rsidRPr="00243ABC" w:rsidRDefault="008F4804" w:rsidP="00243A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FC">
        <w:rPr>
          <w:rFonts w:ascii="Times New Roman" w:hAnsi="Times New Roman" w:cs="Times New Roman"/>
          <w:b/>
          <w:sz w:val="28"/>
          <w:szCs w:val="28"/>
        </w:rPr>
        <w:t>Аннотация дисциплины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660"/>
        <w:gridCol w:w="6921"/>
      </w:tblGrid>
      <w:tr w:rsidR="008F4804" w:rsidRPr="003C2CFC" w:rsidTr="00F50C8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804" w:rsidRDefault="008F4804" w:rsidP="00F50C8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F4804" w:rsidRPr="003C2CFC" w:rsidRDefault="008F4804" w:rsidP="00F50C8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(ЭЛЕКТИВНАЯ ДИСЦИПЛИНА)</w:t>
            </w:r>
          </w:p>
        </w:tc>
      </w:tr>
      <w:tr w:rsidR="008F4804" w:rsidRPr="003C2CFC" w:rsidTr="00F50C8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Цель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профессиональной деятельности.</w:t>
            </w:r>
          </w:p>
        </w:tc>
      </w:tr>
      <w:tr w:rsidR="008F4804" w:rsidRPr="003C2CFC" w:rsidTr="00F50C8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Задачи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пополнить и усовершенствовать индивидуальный фонд двигательных умений, навыков и физкультурно-образовательных знаний, способствующих освоению избранной профессиональной деятельности, полезных в ней и нужных вместе с тем в процессе ППФП в качестве ее средств;</w:t>
            </w:r>
          </w:p>
          <w:p w:rsidR="008F4804" w:rsidRPr="003C2CFC" w:rsidRDefault="008F4804" w:rsidP="00F50C81">
            <w:pPr>
              <w:numPr>
                <w:ilvl w:val="0"/>
                <w:numId w:val="3"/>
              </w:numPr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 xml:space="preserve">интенсифицировать развитие профессионально важных физических и непосредственно связанных с ними способностей, обеспечить устойчивость повышенного на этой основе уровня дееспособности; </w:t>
            </w:r>
          </w:p>
          <w:p w:rsidR="008F4804" w:rsidRPr="003C2CFC" w:rsidRDefault="008F4804" w:rsidP="00F50C81">
            <w:pPr>
              <w:numPr>
                <w:ilvl w:val="0"/>
                <w:numId w:val="3"/>
              </w:numPr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повысить степень резистентности организма по отношению к неблагоприятным воздействиям средовых условий, в которых протекает трудовая деятельность, содействовать увеличению его адаптационных возможностей, сохранению и упрочению здоровья;</w:t>
            </w:r>
          </w:p>
          <w:p w:rsidR="008F4804" w:rsidRPr="00A478DA" w:rsidRDefault="008F4804" w:rsidP="00A478DA">
            <w:pPr>
              <w:numPr>
                <w:ilvl w:val="0"/>
                <w:numId w:val="3"/>
              </w:numPr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успешному выполнению общих задач, реализуемых в системе профессиональной подготовки кадров, воспитанию нравственных, духовных, волевых и других качеств, характеризующих целеустремленных, высокоактивных членов общества, созидающих его материальные и духовные ценности. </w:t>
            </w:r>
          </w:p>
        </w:tc>
      </w:tr>
      <w:tr w:rsidR="008F4804" w:rsidRPr="003C2CFC" w:rsidTr="00F50C8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ОФП, лыжи</w:t>
            </w:r>
          </w:p>
          <w:p w:rsidR="008F4804" w:rsidRPr="003C2CFC" w:rsidRDefault="008F4804" w:rsidP="00F50C8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  <w:p w:rsidR="008F4804" w:rsidRPr="003C2CFC" w:rsidRDefault="008F4804" w:rsidP="00F50C8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Оздоровительная гимнастика</w:t>
            </w:r>
          </w:p>
          <w:p w:rsidR="008F4804" w:rsidRPr="003C2CFC" w:rsidRDefault="008F4804" w:rsidP="00F50C8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Подвижные игры, гимнастика</w:t>
            </w:r>
          </w:p>
          <w:p w:rsidR="008F4804" w:rsidRPr="003C2CFC" w:rsidRDefault="008F4804" w:rsidP="00F50C8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</w:tr>
      <w:tr w:rsidR="00263AD1" w:rsidRPr="003C2CFC" w:rsidTr="00F50C8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AD1" w:rsidRPr="003C2CFC" w:rsidRDefault="00263AD1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ООП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AD1" w:rsidRPr="003C2CFC" w:rsidRDefault="00263AD1" w:rsidP="00634BB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>Реализуется в базовой части блока</w:t>
            </w:r>
            <w:r w:rsidR="00634BB6" w:rsidRPr="00634BB6">
              <w:rPr>
                <w:rFonts w:ascii="Times New Roman" w:hAnsi="Times New Roman" w:cs="Times New Roman"/>
                <w:sz w:val="24"/>
                <w:szCs w:val="24"/>
              </w:rPr>
              <w:t xml:space="preserve"> 1 образовательной программы,</w:t>
            </w:r>
            <w:r w:rsidR="00634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BB6" w:rsidRPr="00634BB6">
              <w:rPr>
                <w:rFonts w:ascii="Times New Roman" w:hAnsi="Times New Roman" w:cs="Times New Roman"/>
                <w:sz w:val="24"/>
                <w:szCs w:val="24"/>
              </w:rPr>
              <w:t>изучается на 1-3 курсах в 1 -6 семестрах</w:t>
            </w:r>
          </w:p>
        </w:tc>
      </w:tr>
      <w:tr w:rsidR="00634BB6" w:rsidRPr="003C2CFC" w:rsidTr="00634BB6">
        <w:trPr>
          <w:trHeight w:val="125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BB6" w:rsidRPr="00634BB6" w:rsidRDefault="00634BB6" w:rsidP="00634BB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>Компетенции, формируемые в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 освоения учебной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E1D" w:rsidRDefault="00592E1D" w:rsidP="00634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ОК-7 </w:t>
            </w:r>
            <w:r w:rsidRPr="00592E1D">
              <w:rPr>
                <w:rFonts w:ascii="Times New Roman" w:hAnsi="Times New Roman" w:cs="Times New Roman"/>
                <w:sz w:val="24"/>
                <w:szCs w:val="24"/>
              </w:rPr>
              <w:t>способность к самоорганизации и самообразованию</w:t>
            </w:r>
          </w:p>
          <w:p w:rsidR="00634BB6" w:rsidRPr="00634BB6" w:rsidRDefault="00634BB6" w:rsidP="00634B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 xml:space="preserve">ОК-8 - </w:t>
            </w:r>
            <w:r w:rsidRPr="00634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634BB6" w:rsidRPr="003C2CFC" w:rsidTr="00F50C8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BB6" w:rsidRPr="00634BB6" w:rsidRDefault="00634BB6" w:rsidP="0063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>Знания, умения и навыки, получаемые в процессе изучения дисциплины</w:t>
            </w:r>
          </w:p>
          <w:p w:rsidR="00634BB6" w:rsidRPr="00634BB6" w:rsidRDefault="00634BB6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BB6" w:rsidRPr="00634BB6" w:rsidRDefault="00634BB6" w:rsidP="00634BB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634BB6">
              <w:rPr>
                <w:rStyle w:val="FontStyle25"/>
                <w:sz w:val="24"/>
                <w:szCs w:val="24"/>
              </w:rPr>
              <w:t xml:space="preserve"> </w:t>
            </w: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 xml:space="preserve">методы физического воспитания; способы контроля и оценки физического контроля и физической подготовленности; влияние условий и характера труда специалиста на выбор содержания производственной физической культуры, направленного на повышение производительности труда. </w:t>
            </w:r>
          </w:p>
          <w:p w:rsidR="00634BB6" w:rsidRPr="00634BB6" w:rsidRDefault="00634BB6" w:rsidP="00634BB6">
            <w:pPr>
              <w:pStyle w:val="a3"/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634BB6">
              <w:rPr>
                <w:rFonts w:cs="Times New Roman"/>
                <w:b/>
                <w:szCs w:val="24"/>
              </w:rPr>
              <w:lastRenderedPageBreak/>
              <w:t>уметь:</w:t>
            </w:r>
            <w:r w:rsidRPr="00634BB6">
              <w:rPr>
                <w:rFonts w:cs="Times New Roman"/>
                <w:szCs w:val="24"/>
              </w:rPr>
              <w:t xml:space="preserve"> осуществлять подбор необходимых прикладных физических упражнений для адаптации организма к различным условиям труда и специфическим воздействиям внешней среды.</w:t>
            </w:r>
          </w:p>
          <w:p w:rsidR="00634BB6" w:rsidRPr="00634BB6" w:rsidRDefault="00634BB6" w:rsidP="00634BB6">
            <w:pPr>
              <w:pStyle w:val="a3"/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634BB6">
              <w:rPr>
                <w:rFonts w:cs="Times New Roman"/>
                <w:b/>
                <w:szCs w:val="24"/>
              </w:rPr>
              <w:t>владеть:</w:t>
            </w:r>
            <w:r w:rsidRPr="00634BB6">
              <w:rPr>
                <w:rFonts w:cs="Times New Roman"/>
                <w:szCs w:val="24"/>
              </w:rPr>
              <w:t xml:space="preserve"> средствами и методами воспитания прикладных физических и психических  качеств, необходимых для успешного и эффективного выполнения определенных трудовых действий.</w:t>
            </w:r>
          </w:p>
        </w:tc>
      </w:tr>
      <w:tr w:rsidR="008F4804" w:rsidRPr="003C2CFC" w:rsidTr="00F50C8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трудоемкость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328 ч., кредиты за данную дисциплину не проставляются</w:t>
            </w:r>
          </w:p>
        </w:tc>
      </w:tr>
      <w:tr w:rsidR="008F4804" w:rsidRPr="003C2CFC" w:rsidTr="00F50C8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Формы промежуточной  аттестации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804" w:rsidRPr="003C2CFC" w:rsidRDefault="008F4804" w:rsidP="00F50C81">
            <w:pPr>
              <w:snapToGrid w:val="0"/>
              <w:jc w:val="both"/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1D254F" w:rsidRDefault="001D254F"/>
    <w:p w:rsidR="00A478DA" w:rsidRDefault="00A478DA"/>
    <w:p w:rsidR="00243ABC" w:rsidRPr="00243ABC" w:rsidRDefault="00243ABC" w:rsidP="00243A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FC">
        <w:rPr>
          <w:rFonts w:ascii="Times New Roman" w:hAnsi="Times New Roman" w:cs="Times New Roman"/>
          <w:b/>
          <w:sz w:val="28"/>
          <w:szCs w:val="28"/>
        </w:rPr>
        <w:t>Аннотация дисциплины</w:t>
      </w: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0"/>
        <w:gridCol w:w="6921"/>
      </w:tblGrid>
      <w:tr w:rsidR="00243ABC" w:rsidRPr="003C2CFC" w:rsidTr="00243ABC">
        <w:trPr>
          <w:trHeight w:val="60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ABC" w:rsidRPr="003C2CFC" w:rsidRDefault="00243ABC" w:rsidP="00CD50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ABC" w:rsidRPr="00243ABC" w:rsidRDefault="00243ABC" w:rsidP="00243AB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243ABC" w:rsidRPr="003C2CFC" w:rsidTr="00243A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ABC" w:rsidRPr="003C2CFC" w:rsidRDefault="00243ABC" w:rsidP="00CD50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Цель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ABC" w:rsidRPr="003C2CFC" w:rsidRDefault="00243ABC" w:rsidP="00243ABC">
            <w:pPr>
              <w:ind w:left="322" w:hanging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43ABC">
              <w:rPr>
                <w:rFonts w:ascii="Times New Roman" w:hAnsi="Times New Roman" w:cs="Times New Roman"/>
                <w:sz w:val="24"/>
                <w:szCs w:val="24"/>
              </w:rPr>
              <w:t>освоение системы научно-практи</w:t>
            </w:r>
            <w:r w:rsidRPr="00243ABC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и специальных знаний, необходимых для понимания природ</w:t>
            </w:r>
            <w:r w:rsidRPr="00243ABC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 социальных процессов функционирования физической культу</w:t>
            </w:r>
            <w:r w:rsidRPr="00243ABC">
              <w:rPr>
                <w:rFonts w:ascii="Times New Roman" w:hAnsi="Times New Roman" w:cs="Times New Roman"/>
                <w:sz w:val="24"/>
                <w:szCs w:val="24"/>
              </w:rPr>
              <w:softHyphen/>
              <w:t>ры, умение их адаптивно, творчески использовать в личностном и про</w:t>
            </w:r>
            <w:r w:rsidRPr="00243ABC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фессиональном развитии, самосовершенствовании,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анизации здо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рового стиля жизни</w:t>
            </w:r>
          </w:p>
        </w:tc>
      </w:tr>
      <w:tr w:rsidR="00243ABC" w:rsidRPr="003C2CFC" w:rsidTr="00243A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ABC" w:rsidRPr="003C2CFC" w:rsidRDefault="00243ABC" w:rsidP="00CD50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Задачи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ABC" w:rsidRPr="00243ABC" w:rsidRDefault="00243ABC" w:rsidP="00243AB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 социальной роли физической культуры в развитии личности и </w:t>
            </w:r>
            <w:r w:rsidRPr="00243AB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подготовке ее к профессиональной деятельности;</w:t>
            </w:r>
          </w:p>
          <w:p w:rsidR="00243ABC" w:rsidRPr="00243ABC" w:rsidRDefault="00243ABC" w:rsidP="00243AB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знание научно - биологических и практических основ физической культуры и </w:t>
            </w:r>
            <w:r w:rsidRPr="00243AB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здорового образа жизни;</w:t>
            </w:r>
            <w:r w:rsidRPr="00243AB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</w:p>
          <w:p w:rsidR="00243ABC" w:rsidRPr="00243ABC" w:rsidRDefault="00243ABC" w:rsidP="00243AB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мировоззрения и творческого овладения теоретическими основами физического воспитания (понятиями, разнообразными системами, задачами, средствами физического воспитания);</w:t>
            </w:r>
          </w:p>
          <w:p w:rsidR="00243ABC" w:rsidRPr="00243ABC" w:rsidRDefault="00243ABC" w:rsidP="00243AB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формирование    мотивационно-ценностного    отношения    к    физической </w:t>
            </w:r>
            <w:r w:rsidRPr="00243AB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культуре, установки на здоровый стиль жизни, физическое самосовершенствование и самовоспитание, потребности в регулярных </w:t>
            </w:r>
            <w:r w:rsidRPr="00243AB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занятиях физическими упражнениями и спортом; </w:t>
            </w:r>
          </w:p>
          <w:p w:rsidR="00243ABC" w:rsidRPr="00243ABC" w:rsidRDefault="00243ABC" w:rsidP="00243AB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овладение системой практических умений и навыков, обеспечивающих </w:t>
            </w:r>
            <w:r w:rsidRPr="00243AB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сохранение и укрепление здоровья, психическое благополучие, развитие и </w:t>
            </w:r>
            <w:r w:rsidRPr="00243AB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совершенствование психофизических способностей, качеств и свойств </w:t>
            </w:r>
            <w:r w:rsidRPr="00243AB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личности, самоопределение в физической культуре;</w:t>
            </w:r>
          </w:p>
          <w:p w:rsidR="00243ABC" w:rsidRPr="00243ABC" w:rsidRDefault="00243ABC" w:rsidP="00243AB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обеспечение общей и профессионально-прикладной физической </w:t>
            </w:r>
            <w:r w:rsidRPr="00243AB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подготовленности, определяющей психофизическую готовность студента к </w:t>
            </w:r>
            <w:r w:rsidRPr="00243AB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будущей </w:t>
            </w:r>
            <w:r w:rsidRPr="00243AB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lastRenderedPageBreak/>
              <w:t xml:space="preserve">профессии; </w:t>
            </w:r>
          </w:p>
          <w:p w:rsidR="00243ABC" w:rsidRPr="00243ABC" w:rsidRDefault="00243ABC" w:rsidP="00243AB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опыта творческого использования физкультурно-спортивной </w:t>
            </w:r>
            <w:r w:rsidRPr="00243A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деятельности для достижения жизненных и профессиональных целей.</w:t>
            </w:r>
          </w:p>
        </w:tc>
      </w:tr>
      <w:tr w:rsidR="00243ABC" w:rsidRPr="003C2CFC" w:rsidTr="00243A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ABC" w:rsidRPr="003C2CFC" w:rsidRDefault="00243ABC" w:rsidP="00CD50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разделы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ABC" w:rsidRPr="00243ABC" w:rsidRDefault="00243ABC" w:rsidP="00CD5029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  <w:p w:rsidR="00243ABC" w:rsidRPr="00243ABC" w:rsidRDefault="00243ABC" w:rsidP="00CD5029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</w:p>
          <w:p w:rsidR="00243ABC" w:rsidRPr="003C2CFC" w:rsidRDefault="00243ABC" w:rsidP="00CD5029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B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634BB6" w:rsidRPr="003C2CFC" w:rsidTr="00243A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BB6" w:rsidRPr="003C2CFC" w:rsidRDefault="00634BB6" w:rsidP="00B70E5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ООП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BB6" w:rsidRPr="003C2CFC" w:rsidRDefault="00634BB6" w:rsidP="00B70E53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>Реализуется в базовой части блока 1 образовательной программы,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>изучается на 1-3 курсах в 1 -6 семестрах</w:t>
            </w:r>
          </w:p>
        </w:tc>
      </w:tr>
      <w:tr w:rsidR="00634BB6" w:rsidRPr="003C2CFC" w:rsidTr="00243A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BB6" w:rsidRPr="00634BB6" w:rsidRDefault="00634BB6" w:rsidP="00B70E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>Компетенции, формируемые в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 освоения учебной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FE7" w:rsidRDefault="00B40FE7" w:rsidP="00B70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ОК-7 </w:t>
            </w:r>
            <w:bookmarkStart w:id="0" w:name="_GoBack"/>
            <w:bookmarkEnd w:id="0"/>
            <w:r w:rsidRPr="00B40FE7">
              <w:rPr>
                <w:rFonts w:ascii="Times New Roman" w:hAnsi="Times New Roman" w:cs="Times New Roman"/>
                <w:sz w:val="24"/>
                <w:szCs w:val="24"/>
              </w:rPr>
              <w:t>способность к самоорганизации и самообразованию</w:t>
            </w:r>
          </w:p>
          <w:p w:rsidR="00634BB6" w:rsidRPr="00634BB6" w:rsidRDefault="00634BB6" w:rsidP="00B70E5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 xml:space="preserve">ОК-8 - </w:t>
            </w:r>
            <w:r w:rsidRPr="00634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634BB6" w:rsidRPr="003C2CFC" w:rsidTr="00243A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BB6" w:rsidRPr="00634BB6" w:rsidRDefault="00634BB6" w:rsidP="00B7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>Знания, умения и навыки, получаемые в процессе изучения дисциплины</w:t>
            </w:r>
          </w:p>
          <w:p w:rsidR="00634BB6" w:rsidRPr="00634BB6" w:rsidRDefault="00634BB6" w:rsidP="00B70E5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BB6" w:rsidRPr="00634BB6" w:rsidRDefault="00634BB6" w:rsidP="00B70E5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B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634BB6">
              <w:rPr>
                <w:rStyle w:val="FontStyle25"/>
                <w:sz w:val="24"/>
                <w:szCs w:val="24"/>
              </w:rPr>
              <w:t xml:space="preserve"> </w:t>
            </w:r>
            <w:r w:rsidRPr="00634BB6">
              <w:rPr>
                <w:rFonts w:ascii="Times New Roman" w:hAnsi="Times New Roman" w:cs="Times New Roman"/>
                <w:sz w:val="24"/>
                <w:szCs w:val="24"/>
              </w:rPr>
              <w:t xml:space="preserve">методы физического воспитания; способы контроля и оценки физического контроля и физической подготовленности; влияние условий и характера труда специалиста на выбор содержания производственной физической культуры, направленного на повышение производительности труда. </w:t>
            </w:r>
          </w:p>
          <w:p w:rsidR="00634BB6" w:rsidRPr="00634BB6" w:rsidRDefault="00634BB6" w:rsidP="00B70E53">
            <w:pPr>
              <w:pStyle w:val="a3"/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634BB6">
              <w:rPr>
                <w:rFonts w:cs="Times New Roman"/>
                <w:b/>
                <w:szCs w:val="24"/>
              </w:rPr>
              <w:t>уметь:</w:t>
            </w:r>
            <w:r w:rsidRPr="00634BB6">
              <w:rPr>
                <w:rFonts w:cs="Times New Roman"/>
                <w:szCs w:val="24"/>
              </w:rPr>
              <w:t xml:space="preserve"> осуществлять подбор необходимых прикладных физических упражнений для адаптации организма к различным условиям труда и специфическим воздействиям внешней среды.</w:t>
            </w:r>
          </w:p>
          <w:p w:rsidR="00634BB6" w:rsidRPr="00634BB6" w:rsidRDefault="00634BB6" w:rsidP="00B70E53">
            <w:pPr>
              <w:pStyle w:val="a3"/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634BB6">
              <w:rPr>
                <w:rFonts w:cs="Times New Roman"/>
                <w:b/>
                <w:szCs w:val="24"/>
              </w:rPr>
              <w:t>владеть:</w:t>
            </w:r>
            <w:r w:rsidRPr="00634BB6">
              <w:rPr>
                <w:rFonts w:cs="Times New Roman"/>
                <w:szCs w:val="24"/>
              </w:rPr>
              <w:t xml:space="preserve"> средствами и методами воспитания прикладных физических и психических  качеств, необходимых для успешного и эффективного выполнения определенных трудовых действий.</w:t>
            </w:r>
          </w:p>
        </w:tc>
      </w:tr>
      <w:tr w:rsidR="00634BB6" w:rsidRPr="003C2CFC" w:rsidTr="00243A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BB6" w:rsidRPr="003C2CFC" w:rsidRDefault="00634BB6" w:rsidP="00CD50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BB6" w:rsidRPr="003C2CFC" w:rsidRDefault="00634BB6" w:rsidP="00CD502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часа, 2 ЗЕТ</w:t>
            </w:r>
          </w:p>
        </w:tc>
      </w:tr>
      <w:tr w:rsidR="00634BB6" w:rsidRPr="003C2CFC" w:rsidTr="00243A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BB6" w:rsidRPr="003C2CFC" w:rsidRDefault="00634BB6" w:rsidP="00634BB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итогового контроля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BB6" w:rsidRPr="003C2CFC" w:rsidRDefault="00634BB6" w:rsidP="00CD5029">
            <w:pPr>
              <w:snapToGrid w:val="0"/>
              <w:jc w:val="both"/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  <w:r w:rsidRPr="003C2CF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243ABC" w:rsidRDefault="00243ABC"/>
    <w:sectPr w:rsidR="00243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7E53"/>
    <w:multiLevelType w:val="singleLevel"/>
    <w:tmpl w:val="6316A1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>
    <w:nsid w:val="15B458A0"/>
    <w:multiLevelType w:val="hybridMultilevel"/>
    <w:tmpl w:val="44B2BA60"/>
    <w:lvl w:ilvl="0" w:tplc="6316A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0456AF"/>
    <w:multiLevelType w:val="hybridMultilevel"/>
    <w:tmpl w:val="284AED0C"/>
    <w:lvl w:ilvl="0" w:tplc="6316A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04"/>
    <w:rsid w:val="001D254F"/>
    <w:rsid w:val="00243ABC"/>
    <w:rsid w:val="00263AD1"/>
    <w:rsid w:val="00592E1D"/>
    <w:rsid w:val="005C45B7"/>
    <w:rsid w:val="00634BB6"/>
    <w:rsid w:val="008F4804"/>
    <w:rsid w:val="009A5F55"/>
    <w:rsid w:val="00A478DA"/>
    <w:rsid w:val="00B4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араграф"/>
    <w:basedOn w:val="a"/>
    <w:link w:val="a4"/>
    <w:qFormat/>
    <w:rsid w:val="00243ABC"/>
    <w:pPr>
      <w:spacing w:after="0"/>
      <w:ind w:firstLine="709"/>
      <w:jc w:val="both"/>
    </w:pPr>
    <w:rPr>
      <w:rFonts w:ascii="Times New Roman" w:hAnsi="Times New Roman"/>
      <w:sz w:val="24"/>
    </w:rPr>
  </w:style>
  <w:style w:type="character" w:customStyle="1" w:styleId="a4">
    <w:name w:val="Параграф Знак"/>
    <w:basedOn w:val="a0"/>
    <w:link w:val="a3"/>
    <w:rsid w:val="00243ABC"/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243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basedOn w:val="a0"/>
    <w:rsid w:val="00634BB6"/>
    <w:rPr>
      <w:rFonts w:ascii="Times New Roman" w:hAnsi="Times New Roman" w:cs="Times New Roman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араграф"/>
    <w:basedOn w:val="a"/>
    <w:link w:val="a4"/>
    <w:qFormat/>
    <w:rsid w:val="00243ABC"/>
    <w:pPr>
      <w:spacing w:after="0"/>
      <w:ind w:firstLine="709"/>
      <w:jc w:val="both"/>
    </w:pPr>
    <w:rPr>
      <w:rFonts w:ascii="Times New Roman" w:hAnsi="Times New Roman"/>
      <w:sz w:val="24"/>
    </w:rPr>
  </w:style>
  <w:style w:type="character" w:customStyle="1" w:styleId="a4">
    <w:name w:val="Параграф Знак"/>
    <w:basedOn w:val="a0"/>
    <w:link w:val="a3"/>
    <w:rsid w:val="00243ABC"/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243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basedOn w:val="a0"/>
    <w:rsid w:val="00634BB6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5F426-4AAE-40B8-8460-CC40F6E6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1610D76B</Template>
  <TotalTime>25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Матухно Елена Викторовна</dc:creator>
  <cp:lastModifiedBy>Марина Анатол. Алленых</cp:lastModifiedBy>
  <cp:revision>8</cp:revision>
  <cp:lastPrinted>2015-09-15T16:56:00Z</cp:lastPrinted>
  <dcterms:created xsi:type="dcterms:W3CDTF">2015-09-15T16:55:00Z</dcterms:created>
  <dcterms:modified xsi:type="dcterms:W3CDTF">2015-10-04T17:12:00Z</dcterms:modified>
</cp:coreProperties>
</file>